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FE" w:rsidRPr="00124FE1" w:rsidRDefault="001323FE" w:rsidP="00124FE1">
      <w:pPr>
        <w:rPr>
          <w:lang w:eastAsia="ru-RU"/>
        </w:rPr>
      </w:pPr>
    </w:p>
    <w:p w:rsidR="001323FE" w:rsidRDefault="001323FE" w:rsidP="007E19BA">
      <w:pPr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Главе Тугулымского городского округа</w:t>
      </w:r>
    </w:p>
    <w:p w:rsidR="001323FE" w:rsidRDefault="001323FE" w:rsidP="007E19BA">
      <w:pPr>
        <w:spacing w:after="0" w:line="240" w:lineRule="auto"/>
        <w:jc w:val="right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__________________________________</w:t>
      </w:r>
    </w:p>
    <w:p w:rsidR="001323FE" w:rsidRPr="002A566A" w:rsidRDefault="001323FE" w:rsidP="007E19BA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                                            (Ф.И.О.)</w:t>
      </w:r>
    </w:p>
    <w:p w:rsidR="001323FE" w:rsidRPr="00CB5385" w:rsidRDefault="001323FE" w:rsidP="00CB5385">
      <w:pPr>
        <w:spacing w:after="0" w:line="240" w:lineRule="auto"/>
        <w:ind w:left="1826"/>
        <w:jc w:val="right"/>
        <w:rPr>
          <w:rFonts w:ascii="Liberation Serif" w:hAnsi="Liberation Serif"/>
          <w:sz w:val="24"/>
          <w:szCs w:val="24"/>
        </w:rPr>
      </w:pPr>
      <w:r w:rsidRPr="00CA7354">
        <w:rPr>
          <w:rFonts w:ascii="Liberation Serif" w:hAnsi="Liberation Serif"/>
          <w:sz w:val="28"/>
          <w:szCs w:val="28"/>
        </w:rPr>
        <w:t xml:space="preserve"> </w:t>
      </w:r>
    </w:p>
    <w:p w:rsidR="001323FE" w:rsidRPr="00442099" w:rsidRDefault="001323FE" w:rsidP="00124FE1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1323FE" w:rsidRPr="003A66DD" w:rsidRDefault="001323FE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  <w:r w:rsidRPr="003A66DD">
        <w:rPr>
          <w:rFonts w:ascii="Times New Roman" w:hAnsi="Times New Roman"/>
          <w:sz w:val="24"/>
          <w:szCs w:val="28"/>
        </w:rPr>
        <w:t>от _________________________________________</w:t>
      </w:r>
      <w:r>
        <w:rPr>
          <w:rFonts w:ascii="Times New Roman" w:hAnsi="Times New Roman"/>
          <w:sz w:val="24"/>
          <w:szCs w:val="28"/>
        </w:rPr>
        <w:t>____________</w:t>
      </w:r>
      <w:r w:rsidRPr="003A66DD">
        <w:rPr>
          <w:rFonts w:ascii="Times New Roman" w:hAnsi="Times New Roman"/>
          <w:sz w:val="24"/>
          <w:szCs w:val="28"/>
        </w:rPr>
        <w:t>_</w:t>
      </w:r>
    </w:p>
    <w:p w:rsidR="001323FE" w:rsidRDefault="001323FE" w:rsidP="00727A6E">
      <w:pPr>
        <w:spacing w:after="0" w:line="240" w:lineRule="auto"/>
        <w:ind w:firstLine="2835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(Ф.И.О. муниципального служащего,сдавшего подарок</w:t>
      </w:r>
    </w:p>
    <w:p w:rsidR="001323FE" w:rsidRPr="00442099" w:rsidRDefault="001323FE" w:rsidP="00727A6E">
      <w:pPr>
        <w:spacing w:after="0" w:line="240" w:lineRule="auto"/>
        <w:ind w:firstLine="2835"/>
        <w:jc w:val="center"/>
        <w:rPr>
          <w:rFonts w:ascii="Times New Roman" w:hAnsi="Times New Roman"/>
          <w:sz w:val="20"/>
          <w:szCs w:val="28"/>
        </w:rPr>
      </w:pPr>
    </w:p>
    <w:p w:rsidR="001323FE" w:rsidRPr="003A66DD" w:rsidRDefault="001323FE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  <w:r w:rsidRPr="003A66DD">
        <w:rPr>
          <w:rFonts w:ascii="Times New Roman" w:hAnsi="Times New Roman"/>
          <w:sz w:val="24"/>
          <w:szCs w:val="28"/>
        </w:rPr>
        <w:t>_________________________________________</w:t>
      </w:r>
      <w:r>
        <w:rPr>
          <w:rFonts w:ascii="Times New Roman" w:hAnsi="Times New Roman"/>
          <w:sz w:val="24"/>
          <w:szCs w:val="28"/>
        </w:rPr>
        <w:t>_________</w:t>
      </w:r>
      <w:r w:rsidRPr="003A66DD">
        <w:rPr>
          <w:rFonts w:ascii="Times New Roman" w:hAnsi="Times New Roman"/>
          <w:sz w:val="24"/>
          <w:szCs w:val="28"/>
        </w:rPr>
        <w:t>______</w:t>
      </w:r>
    </w:p>
    <w:p w:rsidR="001323FE" w:rsidRPr="00442099" w:rsidRDefault="001323FE" w:rsidP="00727A6E">
      <w:pPr>
        <w:spacing w:after="0" w:line="240" w:lineRule="auto"/>
        <w:ind w:left="2835"/>
        <w:jc w:val="center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(подарки), с указанием должности, структурного подразделения)</w:t>
      </w:r>
    </w:p>
    <w:p w:rsidR="001323FE" w:rsidRDefault="001323FE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323FE" w:rsidRDefault="001323FE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323FE" w:rsidRDefault="001323FE" w:rsidP="002834F9">
      <w:pPr>
        <w:spacing w:after="0" w:line="240" w:lineRule="auto"/>
        <w:ind w:left="1843" w:firstLine="726"/>
        <w:jc w:val="both"/>
        <w:rPr>
          <w:rFonts w:ascii="Times New Roman" w:hAnsi="Times New Roman"/>
          <w:sz w:val="24"/>
          <w:szCs w:val="28"/>
        </w:rPr>
      </w:pPr>
    </w:p>
    <w:p w:rsidR="001323FE" w:rsidRPr="00CA7354" w:rsidRDefault="001323FE" w:rsidP="009E6473">
      <w:pPr>
        <w:spacing w:after="0" w:line="360" w:lineRule="auto"/>
        <w:jc w:val="center"/>
        <w:rPr>
          <w:rFonts w:ascii="Liberation Serif" w:hAnsi="Liberation Serif"/>
          <w:b/>
          <w:sz w:val="28"/>
          <w:szCs w:val="28"/>
        </w:rPr>
      </w:pPr>
      <w:r w:rsidRPr="00CA7354">
        <w:rPr>
          <w:rFonts w:ascii="Liberation Serif" w:hAnsi="Liberation Serif"/>
          <w:b/>
          <w:sz w:val="28"/>
          <w:szCs w:val="28"/>
        </w:rPr>
        <w:t>Заявление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CA7354">
        <w:rPr>
          <w:rFonts w:ascii="Liberation Serif" w:hAnsi="Liberation Serif"/>
          <w:b/>
          <w:sz w:val="28"/>
          <w:szCs w:val="28"/>
        </w:rPr>
        <w:t>о выкупе подарка</w:t>
      </w:r>
    </w:p>
    <w:p w:rsidR="001323FE" w:rsidRDefault="001323FE" w:rsidP="00CA7354">
      <w:pPr>
        <w:spacing w:after="0" w:line="30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CA7354">
        <w:rPr>
          <w:rFonts w:ascii="Liberation Serif" w:hAnsi="Liberation Serif"/>
          <w:sz w:val="28"/>
          <w:szCs w:val="28"/>
        </w:rPr>
        <w:t>Извещаю о намерении выкупить подарок(подарки), полученный(полученные)в связи с протокольным мероприятием, служебной командировкой, другим официальным мероприятием (нужное подчеркнуть)</w:t>
      </w:r>
    </w:p>
    <w:p w:rsidR="001323FE" w:rsidRPr="00716A9E" w:rsidRDefault="001323FE" w:rsidP="00CA7354">
      <w:pPr>
        <w:spacing w:after="0" w:line="30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__________________________________________________________________ </w:t>
      </w:r>
    </w:p>
    <w:p w:rsidR="001323FE" w:rsidRPr="00716A9E" w:rsidRDefault="001323FE" w:rsidP="00716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A9E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323FE" w:rsidRPr="00716A9E" w:rsidRDefault="001323FE" w:rsidP="00716A9E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716A9E">
        <w:rPr>
          <w:rFonts w:ascii="Times New Roman" w:hAnsi="Times New Roman"/>
          <w:sz w:val="20"/>
          <w:szCs w:val="28"/>
        </w:rPr>
        <w:t>(указать место и дату проведения)</w:t>
      </w:r>
    </w:p>
    <w:p w:rsidR="001323FE" w:rsidRPr="00716A9E" w:rsidRDefault="001323FE" w:rsidP="00716A9E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1323FE" w:rsidRDefault="001323FE" w:rsidP="00716A9E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CA7354">
        <w:rPr>
          <w:rFonts w:ascii="Liberation Serif" w:hAnsi="Liberation Serif"/>
          <w:sz w:val="28"/>
          <w:szCs w:val="28"/>
        </w:rPr>
        <w:t>и сданный</w:t>
      </w:r>
      <w:r>
        <w:rPr>
          <w:rFonts w:ascii="Liberation Serif" w:hAnsi="Liberation Serif"/>
          <w:sz w:val="28"/>
          <w:szCs w:val="28"/>
        </w:rPr>
        <w:t xml:space="preserve"> н</w:t>
      </w:r>
      <w:r w:rsidRPr="00CA7354">
        <w:rPr>
          <w:rFonts w:ascii="Liberation Serif" w:hAnsi="Liberation Serif"/>
          <w:sz w:val="28"/>
          <w:szCs w:val="28"/>
        </w:rPr>
        <w:t xml:space="preserve">а хранение в </w:t>
      </w:r>
      <w:r>
        <w:rPr>
          <w:rFonts w:ascii="Liberation Serif" w:hAnsi="Liberation Serif"/>
          <w:sz w:val="28"/>
          <w:szCs w:val="28"/>
        </w:rPr>
        <w:t xml:space="preserve">отдел </w:t>
      </w:r>
      <w:r w:rsidRPr="00CA7354">
        <w:rPr>
          <w:rFonts w:ascii="Liberation Serif" w:hAnsi="Liberation Serif"/>
          <w:sz w:val="28"/>
          <w:szCs w:val="28"/>
        </w:rPr>
        <w:t xml:space="preserve">Управление делами Администрации </w:t>
      </w:r>
      <w:r>
        <w:rPr>
          <w:rFonts w:ascii="Liberation Serif" w:hAnsi="Liberation Serif"/>
          <w:sz w:val="28"/>
          <w:szCs w:val="28"/>
        </w:rPr>
        <w:t>Тугулымского городского округа</w:t>
      </w:r>
    </w:p>
    <w:p w:rsidR="001323FE" w:rsidRPr="00716A9E" w:rsidRDefault="001323FE" w:rsidP="00CA7354">
      <w:pPr>
        <w:spacing w:after="0" w:line="30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__________________________________________________________________ </w:t>
      </w:r>
    </w:p>
    <w:p w:rsidR="001323FE" w:rsidRPr="00716A9E" w:rsidRDefault="001323FE" w:rsidP="00CA73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A9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1323FE" w:rsidRDefault="001323FE" w:rsidP="00716A9E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716A9E">
        <w:rPr>
          <w:rFonts w:ascii="Times New Roman" w:hAnsi="Times New Roman"/>
          <w:sz w:val="24"/>
          <w:szCs w:val="24"/>
        </w:rPr>
        <w:t>,</w:t>
      </w:r>
    </w:p>
    <w:p w:rsidR="001323FE" w:rsidRPr="00716A9E" w:rsidRDefault="001323F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16A9E">
        <w:rPr>
          <w:rFonts w:ascii="Times New Roman" w:hAnsi="Times New Roman"/>
          <w:sz w:val="20"/>
          <w:szCs w:val="20"/>
        </w:rPr>
        <w:t>(дата и регистрационный номер уведомления</w:t>
      </w:r>
      <w:r>
        <w:rPr>
          <w:rFonts w:ascii="Times New Roman" w:hAnsi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/>
          <w:sz w:val="20"/>
          <w:szCs w:val="20"/>
        </w:rPr>
        <w:t xml:space="preserve">, </w:t>
      </w:r>
    </w:p>
    <w:p w:rsidR="001323FE" w:rsidRPr="00716A9E" w:rsidRDefault="001323F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716A9E">
        <w:rPr>
          <w:rFonts w:ascii="Times New Roman" w:hAnsi="Times New Roman"/>
          <w:sz w:val="20"/>
          <w:szCs w:val="20"/>
        </w:rPr>
        <w:t xml:space="preserve">дата и регистрационный номер акта приема-передачи </w:t>
      </w:r>
      <w:r>
        <w:rPr>
          <w:rFonts w:ascii="Times New Roman" w:hAnsi="Times New Roman"/>
          <w:sz w:val="20"/>
          <w:szCs w:val="20"/>
        </w:rPr>
        <w:t>подарков</w:t>
      </w:r>
      <w:r w:rsidRPr="00716A9E">
        <w:rPr>
          <w:rFonts w:ascii="Times New Roman" w:hAnsi="Times New Roman"/>
          <w:sz w:val="20"/>
          <w:szCs w:val="20"/>
        </w:rPr>
        <w:t>на хранение)</w:t>
      </w:r>
    </w:p>
    <w:p w:rsidR="001323FE" w:rsidRPr="00716A9E" w:rsidRDefault="001323F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</w:p>
    <w:p w:rsidR="001323FE" w:rsidRPr="00CA7354" w:rsidRDefault="001323FE" w:rsidP="003D12CF">
      <w:pPr>
        <w:spacing w:after="0" w:line="300" w:lineRule="auto"/>
        <w:jc w:val="both"/>
        <w:rPr>
          <w:rFonts w:ascii="Liberation Serif" w:hAnsi="Liberation Serif"/>
          <w:sz w:val="28"/>
          <w:szCs w:val="28"/>
        </w:rPr>
      </w:pPr>
      <w:r w:rsidRPr="00CA7354">
        <w:rPr>
          <w:rFonts w:ascii="Liberation Serif" w:hAnsi="Liberation Serif"/>
          <w:sz w:val="28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1323FE" w:rsidRDefault="001323FE" w:rsidP="00716A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"/>
        <w:gridCol w:w="5556"/>
        <w:gridCol w:w="3124"/>
      </w:tblGrid>
      <w:tr w:rsidR="001323FE" w:rsidRPr="00371F17" w:rsidTr="00371F17">
        <w:tc>
          <w:tcPr>
            <w:tcW w:w="665" w:type="dxa"/>
          </w:tcPr>
          <w:p w:rsidR="001323FE" w:rsidRPr="00371F17" w:rsidRDefault="001323FE" w:rsidP="00371F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6" w:type="dxa"/>
          </w:tcPr>
          <w:p w:rsidR="001323FE" w:rsidRPr="00371F17" w:rsidRDefault="001323FE" w:rsidP="00371F1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71F17">
              <w:rPr>
                <w:rFonts w:ascii="Liberation Serif" w:hAnsi="Liberation Serif"/>
                <w:sz w:val="28"/>
                <w:szCs w:val="28"/>
              </w:rPr>
              <w:t>Наименование подарка</w:t>
            </w:r>
          </w:p>
        </w:tc>
        <w:tc>
          <w:tcPr>
            <w:tcW w:w="3124" w:type="dxa"/>
          </w:tcPr>
          <w:p w:rsidR="001323FE" w:rsidRPr="00371F17" w:rsidRDefault="001323FE" w:rsidP="00371F1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71F17">
              <w:rPr>
                <w:rFonts w:ascii="Liberation Serif" w:hAnsi="Liberation Serif"/>
                <w:sz w:val="28"/>
                <w:szCs w:val="28"/>
              </w:rPr>
              <w:t>Количество предметов</w:t>
            </w:r>
          </w:p>
        </w:tc>
      </w:tr>
      <w:tr w:rsidR="001323FE" w:rsidRPr="00371F17" w:rsidTr="00371F17">
        <w:tc>
          <w:tcPr>
            <w:tcW w:w="665" w:type="dxa"/>
          </w:tcPr>
          <w:p w:rsidR="001323FE" w:rsidRPr="00371F17" w:rsidRDefault="001323FE" w:rsidP="00371F1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71F17">
              <w:rPr>
                <w:rFonts w:ascii="Liberation Serif" w:hAnsi="Liberation Serif"/>
                <w:sz w:val="28"/>
                <w:szCs w:val="28"/>
              </w:rPr>
              <w:t>1.</w:t>
            </w:r>
          </w:p>
        </w:tc>
        <w:tc>
          <w:tcPr>
            <w:tcW w:w="5556" w:type="dxa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124" w:type="dxa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3FE" w:rsidRPr="00371F17" w:rsidTr="00371F17">
        <w:tc>
          <w:tcPr>
            <w:tcW w:w="665" w:type="dxa"/>
          </w:tcPr>
          <w:p w:rsidR="001323FE" w:rsidRPr="00371F17" w:rsidRDefault="001323FE" w:rsidP="00371F17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71F17">
              <w:rPr>
                <w:rFonts w:ascii="Liberation Serif" w:hAnsi="Liberation Serif"/>
                <w:sz w:val="28"/>
                <w:szCs w:val="28"/>
              </w:rPr>
              <w:t>2.</w:t>
            </w:r>
          </w:p>
        </w:tc>
        <w:tc>
          <w:tcPr>
            <w:tcW w:w="5556" w:type="dxa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124" w:type="dxa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3FE" w:rsidRPr="00371F17" w:rsidTr="00371F17">
        <w:tc>
          <w:tcPr>
            <w:tcW w:w="6221" w:type="dxa"/>
            <w:gridSpan w:val="2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71F17">
              <w:rPr>
                <w:rFonts w:ascii="Liberation Serif" w:hAnsi="Liberation Serif"/>
                <w:sz w:val="28"/>
                <w:szCs w:val="28"/>
              </w:rPr>
              <w:t>Итого</w:t>
            </w:r>
          </w:p>
        </w:tc>
        <w:tc>
          <w:tcPr>
            <w:tcW w:w="3124" w:type="dxa"/>
          </w:tcPr>
          <w:p w:rsidR="001323FE" w:rsidRPr="00371F17" w:rsidRDefault="001323FE" w:rsidP="00371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23FE" w:rsidRDefault="001323FE" w:rsidP="00D40247">
      <w:pPr>
        <w:pStyle w:val="ConsPlusNonformat"/>
        <w:jc w:val="both"/>
      </w:pPr>
    </w:p>
    <w:p w:rsidR="001323FE" w:rsidRDefault="001323FE" w:rsidP="00D40247">
      <w:pPr>
        <w:pStyle w:val="ConsPlusNonformat"/>
        <w:jc w:val="both"/>
      </w:pPr>
    </w:p>
    <w:p w:rsidR="001323FE" w:rsidRPr="00D40247" w:rsidRDefault="001323FE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323FE" w:rsidRPr="00D40247" w:rsidRDefault="001323FE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   (расшифровка подписи)</w:t>
      </w:r>
    </w:p>
    <w:p w:rsidR="001323FE" w:rsidRDefault="001323FE" w:rsidP="006550F8">
      <w:pPr>
        <w:pStyle w:val="ConsPlusNonformat"/>
        <w:spacing w:line="312" w:lineRule="auto"/>
        <w:jc w:val="both"/>
        <w:outlineLvl w:val="0"/>
      </w:pPr>
    </w:p>
    <w:p w:rsidR="001323FE" w:rsidRPr="00B64BD4" w:rsidRDefault="001323FE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подарков №  ___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__»__</w:t>
      </w:r>
      <w:r w:rsidRPr="00B64BD4">
        <w:rPr>
          <w:rFonts w:ascii="Times New Roman" w:hAnsi="Times New Roman" w:cs="Times New Roman"/>
          <w:sz w:val="24"/>
          <w:szCs w:val="24"/>
        </w:rPr>
        <w:t>____</w:t>
      </w:r>
      <w:bookmarkStart w:id="0" w:name="_GoBack"/>
      <w:bookmarkEnd w:id="0"/>
      <w:r w:rsidRPr="00B64BD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1323FE" w:rsidRDefault="001323FE" w:rsidP="006550F8">
      <w:pPr>
        <w:pStyle w:val="ConsPlusNonformat"/>
        <w:spacing w:line="312" w:lineRule="auto"/>
        <w:jc w:val="both"/>
      </w:pPr>
    </w:p>
    <w:p w:rsidR="001323FE" w:rsidRDefault="001323FE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 заявлени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1323FE" w:rsidRDefault="001323FE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   ___</w:t>
      </w:r>
      <w:r w:rsidRPr="002948BB">
        <w:rPr>
          <w:rFonts w:ascii="Times New Roman" w:hAnsi="Times New Roman" w:cs="Times New Roman"/>
          <w:sz w:val="24"/>
          <w:szCs w:val="24"/>
        </w:rPr>
        <w:t>_________________________  «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__» 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</w:p>
    <w:p w:rsidR="001323FE" w:rsidRPr="005E4C5A" w:rsidRDefault="001323FE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sectPr w:rsidR="001323FE" w:rsidRPr="005E4C5A" w:rsidSect="002C2D93">
      <w:pgSz w:w="11906" w:h="16838"/>
      <w:pgMar w:top="142" w:right="850" w:bottom="426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3FE" w:rsidRDefault="001323FE" w:rsidP="00EA2440">
      <w:pPr>
        <w:spacing w:after="0" w:line="240" w:lineRule="auto"/>
      </w:pPr>
      <w:r>
        <w:separator/>
      </w:r>
    </w:p>
  </w:endnote>
  <w:endnote w:type="continuationSeparator" w:id="1">
    <w:p w:rsidR="001323FE" w:rsidRDefault="001323FE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3FE" w:rsidRDefault="001323FE" w:rsidP="00EA2440">
      <w:pPr>
        <w:spacing w:after="0" w:line="240" w:lineRule="auto"/>
      </w:pPr>
      <w:r>
        <w:separator/>
      </w:r>
    </w:p>
  </w:footnote>
  <w:footnote w:type="continuationSeparator" w:id="1">
    <w:p w:rsidR="001323FE" w:rsidRDefault="001323FE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23FE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6437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A566A"/>
    <w:rsid w:val="002B0705"/>
    <w:rsid w:val="002B274D"/>
    <w:rsid w:val="002B45F9"/>
    <w:rsid w:val="002C2D93"/>
    <w:rsid w:val="002C7539"/>
    <w:rsid w:val="002D4270"/>
    <w:rsid w:val="002E0611"/>
    <w:rsid w:val="002E6AEE"/>
    <w:rsid w:val="002F0C08"/>
    <w:rsid w:val="00303E3C"/>
    <w:rsid w:val="003055BC"/>
    <w:rsid w:val="00310BCD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1F17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2C0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45F5C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20E13"/>
    <w:rsid w:val="00532368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A7BBC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E19BA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A7C94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A7354"/>
    <w:rsid w:val="00CB5385"/>
    <w:rsid w:val="00CB590D"/>
    <w:rsid w:val="00CC2ACB"/>
    <w:rsid w:val="00CC5693"/>
    <w:rsid w:val="00CC7B33"/>
    <w:rsid w:val="00CE21E7"/>
    <w:rsid w:val="00CE7C49"/>
    <w:rsid w:val="00CF78B5"/>
    <w:rsid w:val="00D027F6"/>
    <w:rsid w:val="00D06DAD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A30C4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9F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6A1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Default">
    <w:name w:val="Default"/>
    <w:uiPriority w:val="99"/>
    <w:rsid w:val="007C0B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C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E061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2ACB"/>
    <w:pPr>
      <w:ind w:left="720"/>
      <w:contextualSpacing/>
    </w:pPr>
  </w:style>
  <w:style w:type="character" w:customStyle="1" w:styleId="a">
    <w:name w:val="Цветовое выделение"/>
    <w:uiPriority w:val="99"/>
    <w:rsid w:val="00FE6A1F"/>
    <w:rPr>
      <w:b/>
      <w:color w:val="26282F"/>
      <w:sz w:val="26"/>
    </w:rPr>
  </w:style>
  <w:style w:type="character" w:customStyle="1" w:styleId="a0">
    <w:name w:val="Гипертекстовая ссылка"/>
    <w:basedOn w:val="a"/>
    <w:uiPriority w:val="99"/>
    <w:rsid w:val="00FE6A1F"/>
    <w:rPr>
      <w:rFonts w:cs="Times New Roman"/>
      <w:bCs/>
      <w:color w:val="106BBE"/>
      <w:szCs w:val="26"/>
    </w:rPr>
  </w:style>
  <w:style w:type="paragraph" w:customStyle="1" w:styleId="a1">
    <w:name w:val="Нормальный (таблица)"/>
    <w:basedOn w:val="Normal"/>
    <w:next w:val="Normal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2">
    <w:name w:val="Таблицы (моноширинный)"/>
    <w:basedOn w:val="Normal"/>
    <w:next w:val="Normal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3">
    <w:name w:val="Продолжение ссылки"/>
    <w:basedOn w:val="a0"/>
    <w:uiPriority w:val="99"/>
    <w:rsid w:val="00FE6A1F"/>
  </w:style>
  <w:style w:type="paragraph" w:styleId="Header">
    <w:name w:val="header"/>
    <w:basedOn w:val="Normal"/>
    <w:link w:val="HeaderChar"/>
    <w:uiPriority w:val="99"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24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2440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325A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A325AB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44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331445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270</Words>
  <Characters>1541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Prokofeva</dc:creator>
  <cp:keywords/>
  <dc:description/>
  <cp:lastModifiedBy>User</cp:lastModifiedBy>
  <cp:revision>4</cp:revision>
  <cp:lastPrinted>2018-06-07T12:59:00Z</cp:lastPrinted>
  <dcterms:created xsi:type="dcterms:W3CDTF">2020-05-22T05:52:00Z</dcterms:created>
  <dcterms:modified xsi:type="dcterms:W3CDTF">2020-05-29T08:16:00Z</dcterms:modified>
</cp:coreProperties>
</file>